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451F8">
      <w:bookmarkStart w:id="0" w:name="_GoBack"/>
      <w:bookmarkEnd w:id="0"/>
      <w:r>
        <w:t>Name _____________________________________</w:t>
      </w:r>
      <w:r>
        <w:tab/>
        <w:t xml:space="preserve">Balazs </w:t>
      </w:r>
      <w:proofErr w:type="spellStart"/>
      <w:r>
        <w:t>W.Civ</w:t>
      </w:r>
      <w:proofErr w:type="spellEnd"/>
      <w:r>
        <w:t xml:space="preserve">. I </w:t>
      </w:r>
      <w:r>
        <w:tab/>
        <w:t>6.2b</w:t>
      </w:r>
    </w:p>
    <w:p w:rsidR="00000000" w:rsidRDefault="00F451F8">
      <w:r>
        <w:t xml:space="preserve">Read p. 137 </w:t>
      </w:r>
      <w:smartTag w:uri="urn:schemas-microsoft-com:office:smarttags" w:element="City">
        <w:r>
          <w:t>Rome</w:t>
        </w:r>
      </w:smartTag>
      <w:r>
        <w:t xml:space="preserve"> fought with </w:t>
      </w: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>
        <w:t xml:space="preserve"> to p. 140 Due Monday 10/7</w:t>
      </w:r>
    </w:p>
    <w:p w:rsidR="00000000" w:rsidRDefault="00F451F8"/>
    <w:p w:rsidR="00000000" w:rsidRDefault="00F451F8">
      <w:pPr>
        <w:numPr>
          <w:ilvl w:val="0"/>
          <w:numId w:val="3"/>
        </w:numPr>
      </w:pPr>
      <w:r>
        <w:t>During the first Punic War state one advantage that each possessed?</w:t>
      </w:r>
    </w:p>
    <w:p w:rsidR="00000000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Rome</w:t>
          </w:r>
        </w:smartTag>
      </w:smartTag>
      <w:r>
        <w:t>’s advantages-</w:t>
      </w:r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>
        <w:t>’s advantages-</w:t>
      </w:r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0"/>
          <w:numId w:val="3"/>
        </w:numPr>
      </w:pPr>
      <w:proofErr w:type="gramStart"/>
      <w:r>
        <w:t>Looking at the map of the Mediterranean why do you think Sicily was such an important island for a country to gain?</w:t>
      </w:r>
      <w:proofErr w:type="gramEnd"/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0"/>
          <w:numId w:val="3"/>
        </w:numPr>
      </w:pPr>
      <w:r>
        <w:t>Why was Hannibal unable to gain total victory over the Romans?</w:t>
      </w:r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0"/>
          <w:numId w:val="3"/>
        </w:numPr>
      </w:pPr>
      <w:r>
        <w:t xml:space="preserve">Why was </w:t>
      </w:r>
      <w:proofErr w:type="gramStart"/>
      <w:r>
        <w:t>the  Battle</w:t>
      </w:r>
      <w:proofErr w:type="gramEnd"/>
      <w:r>
        <w:t xml:space="preserve"> of Zama a critical event?</w:t>
      </w:r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0"/>
          <w:numId w:val="3"/>
        </w:numPr>
      </w:pPr>
      <w:r>
        <w:t xml:space="preserve">In 146 BCE </w:t>
      </w:r>
      <w:smartTag w:uri="urn:schemas-microsoft-com:office:smarttags" w:element="City">
        <w:r>
          <w:t>Rome</w:t>
        </w:r>
      </w:smartTag>
      <w:r>
        <w:t xml:space="preserve"> </w:t>
      </w:r>
      <w:r>
        <w:t xml:space="preserve">attacked two separate cities, one in </w:t>
      </w:r>
      <w:smartTag w:uri="urn:schemas-microsoft-com:office:smarttags" w:element="country-region">
        <w:r>
          <w:t>Greece</w:t>
        </w:r>
      </w:smartTag>
      <w:r>
        <w:t xml:space="preserve"> and the other in </w:t>
      </w:r>
      <w:smartTag w:uri="urn:schemas-microsoft-com:office:smarttags" w:element="place">
        <w:r>
          <w:t>North Africa</w:t>
        </w:r>
      </w:smartTag>
      <w:r>
        <w:t xml:space="preserve">.  Do you think that </w:t>
      </w: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>’s actions in both cases were correct or were they wrong? Explain your answer.</w:t>
      </w:r>
    </w:p>
    <w:p w:rsidR="00000000" w:rsidRDefault="00F451F8"/>
    <w:p w:rsidR="00000000" w:rsidRDefault="00F451F8"/>
    <w:p w:rsidR="00000000" w:rsidRDefault="00F451F8"/>
    <w:p w:rsidR="00000000" w:rsidRDefault="00F451F8"/>
    <w:p w:rsidR="00000000" w:rsidRDefault="00F451F8"/>
    <w:p w:rsidR="00000000" w:rsidRDefault="00F451F8">
      <w:pPr>
        <w:numPr>
          <w:ilvl w:val="0"/>
          <w:numId w:val="3"/>
        </w:numPr>
      </w:pPr>
      <w:proofErr w:type="gramStart"/>
      <w:r>
        <w:t>What’s</w:t>
      </w:r>
      <w:proofErr w:type="gramEnd"/>
      <w:r>
        <w:t xml:space="preserve"> one benefit to having mercenaries in your army? What’s one negative</w:t>
      </w:r>
      <w:r>
        <w:t xml:space="preserve"> aspect of having mercenaries, explain</w:t>
      </w:r>
    </w:p>
    <w:p w:rsidR="00F451F8" w:rsidRDefault="00F451F8">
      <w:pPr>
        <w:tabs>
          <w:tab w:val="left" w:pos="1305"/>
        </w:tabs>
      </w:pPr>
      <w:r>
        <w:tab/>
      </w:r>
    </w:p>
    <w:sectPr w:rsidR="00F451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0E5"/>
    <w:multiLevelType w:val="multilevel"/>
    <w:tmpl w:val="D93434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758A0"/>
    <w:multiLevelType w:val="multilevel"/>
    <w:tmpl w:val="54EC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A70B3"/>
    <w:multiLevelType w:val="multilevel"/>
    <w:tmpl w:val="B81C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D1EA9"/>
    <w:multiLevelType w:val="hybridMultilevel"/>
    <w:tmpl w:val="FC284672"/>
    <w:lvl w:ilvl="0" w:tplc="9364D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45757"/>
    <w:multiLevelType w:val="multilevel"/>
    <w:tmpl w:val="CADE56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4113F"/>
    <w:multiLevelType w:val="multilevel"/>
    <w:tmpl w:val="A4F25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F5666C"/>
    <w:multiLevelType w:val="multilevel"/>
    <w:tmpl w:val="23C4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D502EE"/>
    <w:multiLevelType w:val="multilevel"/>
    <w:tmpl w:val="17AA5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</w:compat>
  <w:rsids>
    <w:rsidRoot w:val="00FC65E7"/>
    <w:rsid w:val="00F451F8"/>
    <w:rsid w:val="00FC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</vt:lpstr>
    </vt:vector>
  </TitlesOfParts>
  <Company>Darien Public Schools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</dc:title>
  <dc:subject/>
  <dc:creator>Darien Public Schools</dc:creator>
  <cp:keywords/>
  <dc:description/>
  <cp:lastModifiedBy>test</cp:lastModifiedBy>
  <cp:revision>2</cp:revision>
  <dcterms:created xsi:type="dcterms:W3CDTF">2013-10-02T12:21:00Z</dcterms:created>
  <dcterms:modified xsi:type="dcterms:W3CDTF">2013-10-02T12:21:00Z</dcterms:modified>
</cp:coreProperties>
</file>